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86" w:rsidRPr="006B5D84" w:rsidRDefault="00AF2B86" w:rsidP="00C67088">
      <w:pPr>
        <w:pStyle w:val="Pealkiri"/>
        <w:rPr>
          <w:rFonts w:ascii="Times New Roman" w:hAnsi="Times New Roman" w:cs="Times New Roman"/>
          <w:sz w:val="24"/>
          <w:szCs w:val="24"/>
        </w:rPr>
      </w:pPr>
    </w:p>
    <w:p w:rsidR="00AF2B86" w:rsidRPr="006B5D84" w:rsidRDefault="00AF2B86" w:rsidP="00C67088">
      <w:pPr>
        <w:pStyle w:val="Pealkiri"/>
        <w:rPr>
          <w:rFonts w:ascii="Times New Roman" w:hAnsi="Times New Roman" w:cs="Times New Roman"/>
          <w:sz w:val="24"/>
          <w:szCs w:val="24"/>
        </w:rPr>
      </w:pPr>
    </w:p>
    <w:p w:rsidR="00D82D84" w:rsidRPr="006B5D84" w:rsidRDefault="00D82D84" w:rsidP="00C67088">
      <w:pPr>
        <w:pStyle w:val="Pealkiri"/>
        <w:rPr>
          <w:rFonts w:ascii="Times New Roman" w:hAnsi="Times New Roman" w:cs="Times New Roman"/>
          <w:sz w:val="24"/>
          <w:szCs w:val="24"/>
        </w:rPr>
      </w:pPr>
    </w:p>
    <w:p w:rsidR="00996AA6" w:rsidRPr="006B5D84" w:rsidRDefault="00A14601" w:rsidP="00C67088">
      <w:pPr>
        <w:pStyle w:val="Pealkiri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5D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56078" w:rsidRPr="006B5D84" w:rsidRDefault="00B56078" w:rsidP="00C67088">
      <w:pPr>
        <w:pStyle w:val="Pealkiri"/>
        <w:rPr>
          <w:rFonts w:ascii="Times New Roman" w:hAnsi="Times New Roman" w:cs="Times New Roman"/>
          <w:sz w:val="24"/>
          <w:szCs w:val="24"/>
        </w:rPr>
      </w:pPr>
    </w:p>
    <w:p w:rsidR="00412632" w:rsidRDefault="00412632" w:rsidP="006B5D84">
      <w:pPr>
        <w:rPr>
          <w:b/>
          <w:bCs/>
          <w:color w:val="000000"/>
          <w:sz w:val="24"/>
          <w:szCs w:val="24"/>
          <w:shd w:val="clear" w:color="auto" w:fill="FFFFFF"/>
        </w:rPr>
      </w:pPr>
    </w:p>
    <w:p w:rsidR="006B5D84" w:rsidRPr="006B5D84" w:rsidRDefault="006B5D84" w:rsidP="006B5D84">
      <w:pPr>
        <w:rPr>
          <w:color w:val="000000"/>
          <w:sz w:val="24"/>
          <w:szCs w:val="24"/>
          <w:shd w:val="clear" w:color="auto" w:fill="FFFFFF"/>
        </w:rPr>
      </w:pPr>
      <w:r w:rsidRPr="00412632">
        <w:rPr>
          <w:bCs/>
          <w:color w:val="000000"/>
          <w:sz w:val="24"/>
          <w:szCs w:val="24"/>
          <w:shd w:val="clear" w:color="auto" w:fill="FFFFFF"/>
        </w:rPr>
        <w:t xml:space="preserve">Gerli </w:t>
      </w:r>
      <w:proofErr w:type="spellStart"/>
      <w:r w:rsidRPr="00412632">
        <w:rPr>
          <w:bCs/>
          <w:color w:val="000000"/>
          <w:sz w:val="24"/>
          <w:szCs w:val="24"/>
          <w:shd w:val="clear" w:color="auto" w:fill="FFFFFF"/>
        </w:rPr>
        <w:t>Võimre</w:t>
      </w:r>
      <w:proofErr w:type="spellEnd"/>
      <w:r w:rsidRPr="006B5D84">
        <w:rPr>
          <w:color w:val="000000"/>
          <w:sz w:val="24"/>
          <w:szCs w:val="24"/>
          <w:shd w:val="clear" w:color="auto" w:fill="FFFFFF"/>
        </w:rPr>
        <w:br/>
        <w:t>Nõunik</w:t>
      </w:r>
      <w:r w:rsidRPr="006B5D84">
        <w:rPr>
          <w:color w:val="000000"/>
          <w:sz w:val="24"/>
          <w:szCs w:val="24"/>
          <w:shd w:val="clear" w:color="auto" w:fill="FFFFFF"/>
        </w:rPr>
        <w:br/>
        <w:t>Vabakutsete talitus</w:t>
      </w:r>
      <w:r w:rsidRPr="006B5D84">
        <w:rPr>
          <w:color w:val="000000"/>
          <w:sz w:val="24"/>
          <w:szCs w:val="24"/>
          <w:shd w:val="clear" w:color="auto" w:fill="FFFFFF"/>
        </w:rPr>
        <w:br/>
        <w:t xml:space="preserve">Justiits- ja </w:t>
      </w:r>
      <w:proofErr w:type="spellStart"/>
      <w:r w:rsidRPr="006B5D84">
        <w:rPr>
          <w:color w:val="000000"/>
          <w:sz w:val="24"/>
          <w:szCs w:val="24"/>
          <w:shd w:val="clear" w:color="auto" w:fill="FFFFFF"/>
        </w:rPr>
        <w:t>Digiministeerium</w:t>
      </w:r>
      <w:proofErr w:type="spellEnd"/>
      <w:r w:rsidRPr="006B5D84">
        <w:rPr>
          <w:color w:val="000000"/>
          <w:sz w:val="24"/>
          <w:szCs w:val="24"/>
          <w:shd w:val="clear" w:color="auto" w:fill="FFFFFF"/>
        </w:rPr>
        <w:br/>
      </w:r>
      <w:hyperlink r:id="rId8" w:history="1">
        <w:r w:rsidRPr="006B5D84">
          <w:rPr>
            <w:rStyle w:val="Hperlink"/>
            <w:sz w:val="24"/>
            <w:szCs w:val="24"/>
            <w:shd w:val="clear" w:color="auto" w:fill="FFFFFF"/>
          </w:rPr>
          <w:t>gerli.voimre@justdigi.ee</w:t>
        </w:r>
      </w:hyperlink>
      <w:r w:rsidRPr="006B5D84">
        <w:rPr>
          <w:color w:val="000000"/>
          <w:sz w:val="24"/>
          <w:szCs w:val="24"/>
          <w:shd w:val="clear" w:color="auto" w:fill="FFFFFF"/>
        </w:rPr>
        <w:t xml:space="preserve">              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="00412632" w:rsidRPr="00412632">
        <w:rPr>
          <w:rFonts w:eastAsia="Times New Roman"/>
          <w:color w:val="000000"/>
          <w:sz w:val="24"/>
          <w:szCs w:val="24"/>
        </w:rPr>
        <w:tab/>
      </w:r>
      <w:r w:rsidR="00412632">
        <w:rPr>
          <w:rFonts w:eastAsia="Times New Roman"/>
          <w:color w:val="000000"/>
          <w:sz w:val="24"/>
          <w:szCs w:val="24"/>
        </w:rPr>
        <w:t xml:space="preserve">29.01.2026 nr </w:t>
      </w:r>
      <w:bookmarkStart w:id="0" w:name="_GoBack"/>
      <w:bookmarkEnd w:id="0"/>
      <w:r w:rsidR="00412632" w:rsidRPr="00412632">
        <w:rPr>
          <w:rFonts w:eastAsia="Times New Roman"/>
          <w:color w:val="000000"/>
          <w:sz w:val="24"/>
          <w:szCs w:val="24"/>
        </w:rPr>
        <w:t>2.1-11/1056-1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b/>
          <w:bCs/>
          <w:color w:val="000000"/>
          <w:sz w:val="24"/>
          <w:szCs w:val="24"/>
        </w:rPr>
        <w:t>Aruanne</w:t>
      </w:r>
      <w:r w:rsidRPr="006B5D84">
        <w:rPr>
          <w:rFonts w:eastAsia="Times New Roman"/>
          <w:color w:val="000000"/>
          <w:sz w:val="24"/>
          <w:szCs w:val="24"/>
        </w:rPr>
        <w:t xml:space="preserve"> Narva linnasekretäri</w:t>
      </w:r>
      <w:r>
        <w:rPr>
          <w:rFonts w:eastAsia="Times New Roman"/>
          <w:color w:val="000000"/>
          <w:sz w:val="24"/>
          <w:szCs w:val="24"/>
        </w:rPr>
        <w:t xml:space="preserve"> tõestamistoimingute  kohta 2025</w:t>
      </w:r>
      <w:r w:rsidRPr="006B5D84">
        <w:rPr>
          <w:rFonts w:eastAsia="Times New Roman"/>
          <w:color w:val="000000"/>
          <w:sz w:val="24"/>
          <w:szCs w:val="24"/>
        </w:rPr>
        <w:t xml:space="preserve">. aastal (perioodil 01. jaanuarist 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color w:val="000000"/>
          <w:sz w:val="24"/>
          <w:szCs w:val="24"/>
        </w:rPr>
        <w:t>2025 kuni 31. detsembrini 2025):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color w:val="000000"/>
          <w:sz w:val="24"/>
          <w:szCs w:val="24"/>
        </w:rPr>
        <w:t>Toiming                            Arv        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color w:val="000000"/>
          <w:sz w:val="24"/>
          <w:szCs w:val="24"/>
        </w:rPr>
        <w:t>Ärakirja kinnitamine         0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color w:val="000000"/>
          <w:sz w:val="24"/>
          <w:szCs w:val="24"/>
        </w:rPr>
        <w:t>Väljavõtte kinnitamine      0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color w:val="000000"/>
          <w:sz w:val="24"/>
          <w:szCs w:val="24"/>
        </w:rPr>
        <w:t>Volituste tõendamine        0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color w:val="000000"/>
          <w:sz w:val="24"/>
          <w:szCs w:val="24"/>
        </w:rPr>
        <w:t>Avalduste tõestamine        0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412632" w:rsidRPr="006B5D84" w:rsidRDefault="00412632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color w:val="000000"/>
          <w:sz w:val="24"/>
          <w:szCs w:val="24"/>
        </w:rPr>
        <w:t>Lugupidamisega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i/>
          <w:iCs/>
          <w:color w:val="000000"/>
          <w:sz w:val="24"/>
          <w:szCs w:val="24"/>
        </w:rPr>
      </w:pPr>
      <w:r w:rsidRPr="006B5D84">
        <w:rPr>
          <w:rFonts w:eastAsia="Times New Roman"/>
          <w:i/>
          <w:iCs/>
          <w:color w:val="000000"/>
          <w:sz w:val="24"/>
          <w:szCs w:val="24"/>
        </w:rPr>
        <w:t>/allkirjastatud digitaalselt/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color w:val="000000"/>
          <w:sz w:val="24"/>
          <w:szCs w:val="24"/>
        </w:rPr>
        <w:t>Üllar Kaljuste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6B5D84">
        <w:rPr>
          <w:rFonts w:eastAsia="Times New Roman"/>
          <w:color w:val="000000"/>
          <w:sz w:val="24"/>
          <w:szCs w:val="24"/>
        </w:rPr>
        <w:t>linnasekretär</w:t>
      </w:r>
    </w:p>
    <w:p w:rsidR="006B5D84" w:rsidRPr="006B5D84" w:rsidRDefault="006B5D84" w:rsidP="006B5D8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6B5D84" w:rsidRPr="006B5D84" w:rsidRDefault="006B5D84" w:rsidP="006B5D84">
      <w:pPr>
        <w:rPr>
          <w:sz w:val="24"/>
          <w:szCs w:val="24"/>
        </w:rPr>
      </w:pPr>
    </w:p>
    <w:p w:rsidR="006B5D84" w:rsidRPr="006B5D84" w:rsidRDefault="006B5D84" w:rsidP="006B5D84">
      <w:pPr>
        <w:rPr>
          <w:sz w:val="24"/>
          <w:szCs w:val="24"/>
        </w:rPr>
      </w:pPr>
    </w:p>
    <w:p w:rsidR="00AB3150" w:rsidRPr="006B5D84" w:rsidRDefault="00AB3150" w:rsidP="00C67088">
      <w:pPr>
        <w:pStyle w:val="Pealkiri"/>
        <w:rPr>
          <w:rFonts w:ascii="Times New Roman" w:hAnsi="Times New Roman" w:cs="Times New Roman"/>
          <w:sz w:val="24"/>
          <w:szCs w:val="24"/>
        </w:rPr>
      </w:pPr>
    </w:p>
    <w:sectPr w:rsidR="00AB3150" w:rsidRPr="006B5D84" w:rsidSect="00F854D6">
      <w:headerReference w:type="default" r:id="rId9"/>
      <w:footerReference w:type="default" r:id="rId10"/>
      <w:pgSz w:w="11906" w:h="16838"/>
      <w:pgMar w:top="540" w:right="1274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83C" w:rsidRDefault="0006683C">
      <w:r>
        <w:separator/>
      </w:r>
    </w:p>
  </w:endnote>
  <w:endnote w:type="continuationSeparator" w:id="0">
    <w:p w:rsidR="0006683C" w:rsidRDefault="0006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  <w:t>regis</w:t>
    </w:r>
    <w:r w:rsidR="00D60983">
      <w:rPr>
        <w:color w:val="365F91" w:themeColor="accent1" w:themeShade="BF"/>
        <w:sz w:val="20"/>
      </w:rPr>
      <w:t>trikood 75008485</w:t>
    </w:r>
    <w:r w:rsidR="00D60983">
      <w:rPr>
        <w:color w:val="365F91" w:themeColor="accent1" w:themeShade="BF"/>
        <w:sz w:val="20"/>
      </w:rPr>
      <w:tab/>
      <w:t>tel.: +372 359</w:t>
    </w:r>
    <w:r w:rsidR="0021778E" w:rsidRPr="0021778E">
      <w:rPr>
        <w:color w:val="365F91" w:themeColor="accent1" w:themeShade="BF"/>
        <w:sz w:val="20"/>
      </w:rPr>
      <w:t>90</w:t>
    </w:r>
    <w:r w:rsidR="00165ABB">
      <w:rPr>
        <w:color w:val="365F91" w:themeColor="accent1" w:themeShade="BF"/>
        <w:sz w:val="20"/>
      </w:rPr>
      <w:t>13</w:t>
    </w:r>
  </w:p>
  <w:p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</w:p>
  <w:p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83C" w:rsidRDefault="0006683C">
      <w:r>
        <w:separator/>
      </w:r>
    </w:p>
  </w:footnote>
  <w:footnote w:type="continuationSeparator" w:id="0">
    <w:p w:rsidR="0006683C" w:rsidRDefault="00066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84F269" wp14:editId="3254733F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37CC9C20" wp14:editId="3F8E3E82">
                                <wp:extent cx="657225" cy="800100"/>
                                <wp:effectExtent l="0" t="0" r="9525" b="0"/>
                                <wp:docPr id="2" name="Pilt 2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0855E3">
                            <w:rPr>
                              <w:color w:val="0000FF"/>
                              <w:sz w:val="44"/>
                              <w:szCs w:val="44"/>
                            </w:rPr>
                            <w:t>KANTSELEI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84F2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" stroked="f">
              <v:textbox>
                <w:txbxContent>
                  <w:p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37CC9C20" wp14:editId="3F8E3E82">
                          <wp:extent cx="657225" cy="800100"/>
                          <wp:effectExtent l="0" t="0" r="9525" b="0"/>
                          <wp:docPr id="2" name="Pilt 2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0855E3">
                      <w:rPr>
                        <w:color w:val="0000FF"/>
                        <w:sz w:val="44"/>
                        <w:szCs w:val="44"/>
                      </w:rPr>
                      <w:t>KANTSELEI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377" w:hanging="262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6" w:hanging="262"/>
      </w:pPr>
    </w:lvl>
    <w:lvl w:ilvl="2">
      <w:numFmt w:val="bullet"/>
      <w:lvlText w:val="•"/>
      <w:lvlJc w:val="left"/>
      <w:pPr>
        <w:ind w:left="2173" w:hanging="262"/>
      </w:pPr>
    </w:lvl>
    <w:lvl w:ilvl="3">
      <w:numFmt w:val="bullet"/>
      <w:lvlText w:val="•"/>
      <w:lvlJc w:val="left"/>
      <w:pPr>
        <w:ind w:left="3069" w:hanging="262"/>
      </w:pPr>
    </w:lvl>
    <w:lvl w:ilvl="4">
      <w:numFmt w:val="bullet"/>
      <w:lvlText w:val="•"/>
      <w:lvlJc w:val="left"/>
      <w:pPr>
        <w:ind w:left="3966" w:hanging="262"/>
      </w:pPr>
    </w:lvl>
    <w:lvl w:ilvl="5">
      <w:numFmt w:val="bullet"/>
      <w:lvlText w:val="•"/>
      <w:lvlJc w:val="left"/>
      <w:pPr>
        <w:ind w:left="4863" w:hanging="262"/>
      </w:pPr>
    </w:lvl>
    <w:lvl w:ilvl="6">
      <w:numFmt w:val="bullet"/>
      <w:lvlText w:val="•"/>
      <w:lvlJc w:val="left"/>
      <w:pPr>
        <w:ind w:left="5759" w:hanging="262"/>
      </w:pPr>
    </w:lvl>
    <w:lvl w:ilvl="7">
      <w:numFmt w:val="bullet"/>
      <w:lvlText w:val="•"/>
      <w:lvlJc w:val="left"/>
      <w:pPr>
        <w:ind w:left="6656" w:hanging="262"/>
      </w:pPr>
    </w:lvl>
    <w:lvl w:ilvl="8">
      <w:numFmt w:val="bullet"/>
      <w:lvlText w:val="•"/>
      <w:lvlJc w:val="left"/>
      <w:pPr>
        <w:ind w:left="7553" w:hanging="262"/>
      </w:pPr>
    </w:lvl>
  </w:abstractNum>
  <w:abstractNum w:abstractNumId="1" w15:restartNumberingAfterBreak="0">
    <w:nsid w:val="0FCE7D00"/>
    <w:multiLevelType w:val="hybridMultilevel"/>
    <w:tmpl w:val="D7CADA6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695DC7"/>
    <w:multiLevelType w:val="hybridMultilevel"/>
    <w:tmpl w:val="FF2CF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B1F50"/>
    <w:multiLevelType w:val="multilevel"/>
    <w:tmpl w:val="F9CC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9C465C"/>
    <w:multiLevelType w:val="hybridMultilevel"/>
    <w:tmpl w:val="11F40E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F429D"/>
    <w:multiLevelType w:val="hybridMultilevel"/>
    <w:tmpl w:val="61649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55F4D"/>
    <w:multiLevelType w:val="hybridMultilevel"/>
    <w:tmpl w:val="B7D4F8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F3"/>
    <w:rsid w:val="00004761"/>
    <w:rsid w:val="000051EC"/>
    <w:rsid w:val="00016267"/>
    <w:rsid w:val="00017F5C"/>
    <w:rsid w:val="000232CC"/>
    <w:rsid w:val="0003702C"/>
    <w:rsid w:val="00054819"/>
    <w:rsid w:val="0006683C"/>
    <w:rsid w:val="00066878"/>
    <w:rsid w:val="00070EB2"/>
    <w:rsid w:val="00075846"/>
    <w:rsid w:val="000855E3"/>
    <w:rsid w:val="00086DC9"/>
    <w:rsid w:val="00093CD9"/>
    <w:rsid w:val="000B4D6F"/>
    <w:rsid w:val="000B7200"/>
    <w:rsid w:val="000C2C5A"/>
    <w:rsid w:val="000C45AD"/>
    <w:rsid w:val="000E1831"/>
    <w:rsid w:val="000E646D"/>
    <w:rsid w:val="000F6D34"/>
    <w:rsid w:val="0010004A"/>
    <w:rsid w:val="0011140D"/>
    <w:rsid w:val="00111590"/>
    <w:rsid w:val="00115BEA"/>
    <w:rsid w:val="00120AE9"/>
    <w:rsid w:val="001243B1"/>
    <w:rsid w:val="0012664A"/>
    <w:rsid w:val="00133335"/>
    <w:rsid w:val="00134F08"/>
    <w:rsid w:val="00161A3E"/>
    <w:rsid w:val="00165ABB"/>
    <w:rsid w:val="001734BA"/>
    <w:rsid w:val="001832AF"/>
    <w:rsid w:val="001C5404"/>
    <w:rsid w:val="001C7DE2"/>
    <w:rsid w:val="001E4DB0"/>
    <w:rsid w:val="001E5CA5"/>
    <w:rsid w:val="0020009F"/>
    <w:rsid w:val="00201BDD"/>
    <w:rsid w:val="00212AE0"/>
    <w:rsid w:val="00216A6E"/>
    <w:rsid w:val="00217545"/>
    <w:rsid w:val="0021778E"/>
    <w:rsid w:val="00224B44"/>
    <w:rsid w:val="00231994"/>
    <w:rsid w:val="00235903"/>
    <w:rsid w:val="00240089"/>
    <w:rsid w:val="00240412"/>
    <w:rsid w:val="00245EA6"/>
    <w:rsid w:val="002509FE"/>
    <w:rsid w:val="00265008"/>
    <w:rsid w:val="00276FF3"/>
    <w:rsid w:val="002A0523"/>
    <w:rsid w:val="002D3796"/>
    <w:rsid w:val="002E1FDF"/>
    <w:rsid w:val="00304177"/>
    <w:rsid w:val="00304447"/>
    <w:rsid w:val="0030723D"/>
    <w:rsid w:val="00315DA8"/>
    <w:rsid w:val="00330B9E"/>
    <w:rsid w:val="00355048"/>
    <w:rsid w:val="00366EC5"/>
    <w:rsid w:val="00377E85"/>
    <w:rsid w:val="003D3E8D"/>
    <w:rsid w:val="003F69E6"/>
    <w:rsid w:val="00401F5E"/>
    <w:rsid w:val="00406AA3"/>
    <w:rsid w:val="004109D9"/>
    <w:rsid w:val="00412632"/>
    <w:rsid w:val="004165C2"/>
    <w:rsid w:val="00426419"/>
    <w:rsid w:val="00426B03"/>
    <w:rsid w:val="0043775E"/>
    <w:rsid w:val="0045076E"/>
    <w:rsid w:val="004511F4"/>
    <w:rsid w:val="004552E8"/>
    <w:rsid w:val="0045793F"/>
    <w:rsid w:val="00467865"/>
    <w:rsid w:val="00482CD6"/>
    <w:rsid w:val="0048408F"/>
    <w:rsid w:val="00497840"/>
    <w:rsid w:val="004A495E"/>
    <w:rsid w:val="004B48D2"/>
    <w:rsid w:val="004D2346"/>
    <w:rsid w:val="004D26E7"/>
    <w:rsid w:val="004E7170"/>
    <w:rsid w:val="004F0CA6"/>
    <w:rsid w:val="004F3363"/>
    <w:rsid w:val="005158C2"/>
    <w:rsid w:val="005470C8"/>
    <w:rsid w:val="0055332B"/>
    <w:rsid w:val="00560F32"/>
    <w:rsid w:val="00565A48"/>
    <w:rsid w:val="005752F3"/>
    <w:rsid w:val="00584873"/>
    <w:rsid w:val="005860A3"/>
    <w:rsid w:val="005B495F"/>
    <w:rsid w:val="005D4134"/>
    <w:rsid w:val="005D5AF5"/>
    <w:rsid w:val="005D66F1"/>
    <w:rsid w:val="005E1608"/>
    <w:rsid w:val="005F48AB"/>
    <w:rsid w:val="0060288A"/>
    <w:rsid w:val="0060385F"/>
    <w:rsid w:val="00605E5A"/>
    <w:rsid w:val="00606EA4"/>
    <w:rsid w:val="00613BCF"/>
    <w:rsid w:val="00633567"/>
    <w:rsid w:val="00634F37"/>
    <w:rsid w:val="0065721A"/>
    <w:rsid w:val="006576F4"/>
    <w:rsid w:val="0067028A"/>
    <w:rsid w:val="00674F68"/>
    <w:rsid w:val="00675818"/>
    <w:rsid w:val="00680C5E"/>
    <w:rsid w:val="006A61CB"/>
    <w:rsid w:val="006B5D84"/>
    <w:rsid w:val="006B73F7"/>
    <w:rsid w:val="006B7501"/>
    <w:rsid w:val="006B7DE5"/>
    <w:rsid w:val="006C28D2"/>
    <w:rsid w:val="006C7B5B"/>
    <w:rsid w:val="006D2988"/>
    <w:rsid w:val="006E1341"/>
    <w:rsid w:val="006E609D"/>
    <w:rsid w:val="006F1F37"/>
    <w:rsid w:val="00714A65"/>
    <w:rsid w:val="00715F9F"/>
    <w:rsid w:val="00724A62"/>
    <w:rsid w:val="007411D3"/>
    <w:rsid w:val="007517F8"/>
    <w:rsid w:val="0075210C"/>
    <w:rsid w:val="007550AE"/>
    <w:rsid w:val="00757177"/>
    <w:rsid w:val="00762646"/>
    <w:rsid w:val="00765158"/>
    <w:rsid w:val="007771E1"/>
    <w:rsid w:val="0078577D"/>
    <w:rsid w:val="00786C94"/>
    <w:rsid w:val="007935A4"/>
    <w:rsid w:val="007A539C"/>
    <w:rsid w:val="007A786C"/>
    <w:rsid w:val="007B0CAC"/>
    <w:rsid w:val="007C1AF3"/>
    <w:rsid w:val="007C3361"/>
    <w:rsid w:val="007D5030"/>
    <w:rsid w:val="007F59E2"/>
    <w:rsid w:val="008056C8"/>
    <w:rsid w:val="00820B9C"/>
    <w:rsid w:val="008304C8"/>
    <w:rsid w:val="008324E9"/>
    <w:rsid w:val="00832D8F"/>
    <w:rsid w:val="00867877"/>
    <w:rsid w:val="00870EE2"/>
    <w:rsid w:val="00871831"/>
    <w:rsid w:val="00873EE1"/>
    <w:rsid w:val="00881659"/>
    <w:rsid w:val="00886D7D"/>
    <w:rsid w:val="008872A3"/>
    <w:rsid w:val="00892622"/>
    <w:rsid w:val="00893C0D"/>
    <w:rsid w:val="008946B8"/>
    <w:rsid w:val="008A046B"/>
    <w:rsid w:val="008B53D9"/>
    <w:rsid w:val="008C0AAE"/>
    <w:rsid w:val="008C0F27"/>
    <w:rsid w:val="008C76DB"/>
    <w:rsid w:val="008D217F"/>
    <w:rsid w:val="008E521A"/>
    <w:rsid w:val="008E5BFB"/>
    <w:rsid w:val="008E6961"/>
    <w:rsid w:val="008F3B0F"/>
    <w:rsid w:val="009028B5"/>
    <w:rsid w:val="009065E3"/>
    <w:rsid w:val="00925701"/>
    <w:rsid w:val="009274B3"/>
    <w:rsid w:val="00933EDA"/>
    <w:rsid w:val="009363FF"/>
    <w:rsid w:val="009403EE"/>
    <w:rsid w:val="009476D6"/>
    <w:rsid w:val="00951D37"/>
    <w:rsid w:val="00962E65"/>
    <w:rsid w:val="009714EF"/>
    <w:rsid w:val="00973BF1"/>
    <w:rsid w:val="0098652F"/>
    <w:rsid w:val="009913E5"/>
    <w:rsid w:val="00996AA6"/>
    <w:rsid w:val="009A1C9A"/>
    <w:rsid w:val="009A29AB"/>
    <w:rsid w:val="009A2A32"/>
    <w:rsid w:val="009C67F9"/>
    <w:rsid w:val="009D5DD1"/>
    <w:rsid w:val="009E3D94"/>
    <w:rsid w:val="009F0979"/>
    <w:rsid w:val="009F5FAF"/>
    <w:rsid w:val="00A02DA8"/>
    <w:rsid w:val="00A053EB"/>
    <w:rsid w:val="00A07D01"/>
    <w:rsid w:val="00A14601"/>
    <w:rsid w:val="00A61625"/>
    <w:rsid w:val="00A65314"/>
    <w:rsid w:val="00A67A2A"/>
    <w:rsid w:val="00A7568A"/>
    <w:rsid w:val="00A766ED"/>
    <w:rsid w:val="00A877C7"/>
    <w:rsid w:val="00A87B95"/>
    <w:rsid w:val="00A900E3"/>
    <w:rsid w:val="00AA01DA"/>
    <w:rsid w:val="00AB30E6"/>
    <w:rsid w:val="00AB3150"/>
    <w:rsid w:val="00AC1D7A"/>
    <w:rsid w:val="00AC2361"/>
    <w:rsid w:val="00AC5B26"/>
    <w:rsid w:val="00AC6678"/>
    <w:rsid w:val="00AC7477"/>
    <w:rsid w:val="00AD6E84"/>
    <w:rsid w:val="00AE208A"/>
    <w:rsid w:val="00AE2509"/>
    <w:rsid w:val="00AE6E25"/>
    <w:rsid w:val="00AF2B86"/>
    <w:rsid w:val="00B00717"/>
    <w:rsid w:val="00B56078"/>
    <w:rsid w:val="00B76E02"/>
    <w:rsid w:val="00B82D10"/>
    <w:rsid w:val="00B8492F"/>
    <w:rsid w:val="00B86F91"/>
    <w:rsid w:val="00B91310"/>
    <w:rsid w:val="00B962EB"/>
    <w:rsid w:val="00BA3A76"/>
    <w:rsid w:val="00BA737D"/>
    <w:rsid w:val="00BB0462"/>
    <w:rsid w:val="00BB5A73"/>
    <w:rsid w:val="00BC2502"/>
    <w:rsid w:val="00BC41C0"/>
    <w:rsid w:val="00BC4D21"/>
    <w:rsid w:val="00BD1221"/>
    <w:rsid w:val="00BE1E15"/>
    <w:rsid w:val="00BE246D"/>
    <w:rsid w:val="00C109AA"/>
    <w:rsid w:val="00C15E98"/>
    <w:rsid w:val="00C27B97"/>
    <w:rsid w:val="00C465D0"/>
    <w:rsid w:val="00C4668F"/>
    <w:rsid w:val="00C67088"/>
    <w:rsid w:val="00C6747D"/>
    <w:rsid w:val="00C8151A"/>
    <w:rsid w:val="00C81603"/>
    <w:rsid w:val="00C8623D"/>
    <w:rsid w:val="00C935D5"/>
    <w:rsid w:val="00C95C5E"/>
    <w:rsid w:val="00CA2021"/>
    <w:rsid w:val="00CC0955"/>
    <w:rsid w:val="00CC6B93"/>
    <w:rsid w:val="00CD5A26"/>
    <w:rsid w:val="00CD7612"/>
    <w:rsid w:val="00CE36EE"/>
    <w:rsid w:val="00D03BCA"/>
    <w:rsid w:val="00D22E88"/>
    <w:rsid w:val="00D26716"/>
    <w:rsid w:val="00D35369"/>
    <w:rsid w:val="00D40F28"/>
    <w:rsid w:val="00D46C70"/>
    <w:rsid w:val="00D515B5"/>
    <w:rsid w:val="00D60983"/>
    <w:rsid w:val="00D70546"/>
    <w:rsid w:val="00D82D84"/>
    <w:rsid w:val="00D90E70"/>
    <w:rsid w:val="00D97929"/>
    <w:rsid w:val="00DA19FC"/>
    <w:rsid w:val="00DA5AFF"/>
    <w:rsid w:val="00DA7318"/>
    <w:rsid w:val="00DB0693"/>
    <w:rsid w:val="00DD3ACF"/>
    <w:rsid w:val="00DF4F38"/>
    <w:rsid w:val="00DF7C9F"/>
    <w:rsid w:val="00E025DD"/>
    <w:rsid w:val="00E03D8B"/>
    <w:rsid w:val="00E1478E"/>
    <w:rsid w:val="00E23D3B"/>
    <w:rsid w:val="00E27CF5"/>
    <w:rsid w:val="00E37A7D"/>
    <w:rsid w:val="00E44FB5"/>
    <w:rsid w:val="00E51771"/>
    <w:rsid w:val="00E61DF9"/>
    <w:rsid w:val="00E61E71"/>
    <w:rsid w:val="00E65FCC"/>
    <w:rsid w:val="00E672AE"/>
    <w:rsid w:val="00E7681A"/>
    <w:rsid w:val="00E77F88"/>
    <w:rsid w:val="00E92B94"/>
    <w:rsid w:val="00E948B6"/>
    <w:rsid w:val="00EA0F21"/>
    <w:rsid w:val="00EA1C71"/>
    <w:rsid w:val="00EC7FCF"/>
    <w:rsid w:val="00ED4781"/>
    <w:rsid w:val="00ED4A1A"/>
    <w:rsid w:val="00F1304B"/>
    <w:rsid w:val="00F269CD"/>
    <w:rsid w:val="00F40F53"/>
    <w:rsid w:val="00F44DE1"/>
    <w:rsid w:val="00F57B00"/>
    <w:rsid w:val="00F7391B"/>
    <w:rsid w:val="00F77F1D"/>
    <w:rsid w:val="00F8428F"/>
    <w:rsid w:val="00F854D6"/>
    <w:rsid w:val="00F87022"/>
    <w:rsid w:val="00F90857"/>
    <w:rsid w:val="00F9109D"/>
    <w:rsid w:val="00F93B91"/>
    <w:rsid w:val="00FB1487"/>
    <w:rsid w:val="00FB4136"/>
    <w:rsid w:val="00FB50EA"/>
    <w:rsid w:val="00FC0E16"/>
    <w:rsid w:val="00FC1434"/>
    <w:rsid w:val="00FC1BBF"/>
    <w:rsid w:val="00FC3113"/>
    <w:rsid w:val="00FD126C"/>
    <w:rsid w:val="00FE1AFF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03B924-5549-4F25-A9EC-71D2C5B5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996A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27B9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78577D"/>
    <w:pPr>
      <w:ind w:left="720"/>
      <w:contextualSpacing/>
    </w:pPr>
  </w:style>
  <w:style w:type="paragraph" w:styleId="Vahedeta">
    <w:name w:val="No Spacing"/>
    <w:uiPriority w:val="1"/>
    <w:qFormat/>
    <w:rsid w:val="00BA737D"/>
    <w:rPr>
      <w:sz w:val="22"/>
      <w:szCs w:val="22"/>
      <w:lang w:eastAsia="en-US"/>
    </w:rPr>
  </w:style>
  <w:style w:type="character" w:customStyle="1" w:styleId="apple-converted-space">
    <w:name w:val="apple-converted-space"/>
    <w:basedOn w:val="Liguvaikefont"/>
    <w:rsid w:val="00870EE2"/>
  </w:style>
  <w:style w:type="character" w:customStyle="1" w:styleId="hps">
    <w:name w:val="hps"/>
    <w:basedOn w:val="Liguvaikefont"/>
    <w:rsid w:val="000B4D6F"/>
  </w:style>
  <w:style w:type="paragraph" w:styleId="Alapealkiri">
    <w:name w:val="Subtitle"/>
    <w:basedOn w:val="Normaallaad"/>
    <w:next w:val="Normaallaad"/>
    <w:link w:val="AlapealkiriMrk"/>
    <w:qFormat/>
    <w:rsid w:val="00161A3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rsid w:val="00161A3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unhideWhenUsed/>
    <w:rsid w:val="00B007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27B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styleId="Tugev">
    <w:name w:val="Strong"/>
    <w:basedOn w:val="Liguvaikefont"/>
    <w:uiPriority w:val="22"/>
    <w:qFormat/>
    <w:rsid w:val="00C27B97"/>
    <w:rPr>
      <w:b/>
      <w:bCs/>
    </w:rPr>
  </w:style>
  <w:style w:type="paragraph" w:styleId="Pealkiri">
    <w:name w:val="Title"/>
    <w:basedOn w:val="Normaallaad"/>
    <w:next w:val="Normaallaad"/>
    <w:link w:val="PealkiriMrk"/>
    <w:qFormat/>
    <w:rsid w:val="00C27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C27B9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markedcontent">
    <w:name w:val="markedcontent"/>
    <w:basedOn w:val="Liguvaikefont"/>
    <w:rsid w:val="004D2346"/>
  </w:style>
  <w:style w:type="character" w:customStyle="1" w:styleId="Pealkiri1Mrk">
    <w:name w:val="Pealkiri 1 Märk"/>
    <w:basedOn w:val="Liguvaikefont"/>
    <w:link w:val="Pealkiri1"/>
    <w:rsid w:val="00996AA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Kehatekst">
    <w:name w:val="Body Text"/>
    <w:basedOn w:val="Normaallaad"/>
    <w:link w:val="KehatekstMrk"/>
    <w:uiPriority w:val="1"/>
    <w:qFormat/>
    <w:rsid w:val="00996AA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et-EE"/>
    </w:rPr>
  </w:style>
  <w:style w:type="character" w:customStyle="1" w:styleId="KehatekstMrk">
    <w:name w:val="Kehatekst Märk"/>
    <w:basedOn w:val="Liguvaikefont"/>
    <w:link w:val="Kehatekst"/>
    <w:uiPriority w:val="1"/>
    <w:rsid w:val="00996AA6"/>
    <w:rPr>
      <w:rFonts w:eastAsiaTheme="minorEastAsia"/>
      <w:sz w:val="24"/>
      <w:szCs w:val="24"/>
    </w:rPr>
  </w:style>
  <w:style w:type="paragraph" w:customStyle="1" w:styleId="TableParagraph">
    <w:name w:val="Table Paragraph"/>
    <w:basedOn w:val="Normaallaad"/>
    <w:uiPriority w:val="1"/>
    <w:qFormat/>
    <w:rsid w:val="00996AA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et-EE"/>
    </w:rPr>
  </w:style>
  <w:style w:type="character" w:styleId="Rhutus">
    <w:name w:val="Emphasis"/>
    <w:basedOn w:val="Liguvaikefont"/>
    <w:qFormat/>
    <w:rsid w:val="00C935D5"/>
    <w:rPr>
      <w:i/>
      <w:iCs/>
    </w:rPr>
  </w:style>
  <w:style w:type="character" w:customStyle="1" w:styleId="fontstyle0">
    <w:name w:val="fontstyle0"/>
    <w:basedOn w:val="Liguvaikefont"/>
    <w:rsid w:val="00201BDD"/>
  </w:style>
  <w:style w:type="character" w:customStyle="1" w:styleId="fontstyle2">
    <w:name w:val="fontstyle2"/>
    <w:basedOn w:val="Liguvaikefont"/>
    <w:rsid w:val="00201BDD"/>
  </w:style>
  <w:style w:type="paragraph" w:customStyle="1" w:styleId="Default">
    <w:name w:val="Default"/>
    <w:rsid w:val="00201B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7BE-mail%7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iri.johannes\Desktop\linnakantselei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1F952-C3CF-4614-AD1D-6775A8522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linnakantselei kiri</Template>
  <TotalTime>1</TotalTime>
  <Pages>1</Pages>
  <Words>97</Words>
  <Characters>567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Marika</cp:lastModifiedBy>
  <cp:revision>2</cp:revision>
  <cp:lastPrinted>2024-07-29T07:23:00Z</cp:lastPrinted>
  <dcterms:created xsi:type="dcterms:W3CDTF">2026-01-29T07:39:00Z</dcterms:created>
  <dcterms:modified xsi:type="dcterms:W3CDTF">2026-01-29T07:39:00Z</dcterms:modified>
</cp:coreProperties>
</file>